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01" w:rsidRPr="000A6D85" w:rsidRDefault="00246901">
      <w:r w:rsidRPr="00F058B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i1025" type="#_x0000_t75" style="width:721.5pt;height:471.75pt;visibility:visible">
            <v:imagedata r:id="rId6" o:title="" cropleft="-5680f" cropright="-5733f"/>
            <o:lock v:ext="edit" aspectratio="f"/>
          </v:shape>
        </w:pict>
      </w:r>
    </w:p>
    <w:sectPr w:rsidR="00246901" w:rsidRPr="000A6D85" w:rsidSect="00D83D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901" w:rsidRDefault="00246901" w:rsidP="00066E89">
      <w:pPr>
        <w:spacing w:line="240" w:lineRule="auto"/>
      </w:pPr>
      <w:r>
        <w:separator/>
      </w:r>
    </w:p>
  </w:endnote>
  <w:endnote w:type="continuationSeparator" w:id="0">
    <w:p w:rsidR="00246901" w:rsidRDefault="00246901" w:rsidP="00066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901" w:rsidRDefault="00246901" w:rsidP="00066E89">
      <w:pPr>
        <w:spacing w:line="240" w:lineRule="auto"/>
      </w:pPr>
      <w:r>
        <w:separator/>
      </w:r>
    </w:p>
  </w:footnote>
  <w:footnote w:type="continuationSeparator" w:id="0">
    <w:p w:rsidR="00246901" w:rsidRDefault="00246901" w:rsidP="00066E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3E5"/>
    <w:rsid w:val="00066E89"/>
    <w:rsid w:val="000A6D85"/>
    <w:rsid w:val="000B2135"/>
    <w:rsid w:val="00113014"/>
    <w:rsid w:val="00151FC3"/>
    <w:rsid w:val="00191010"/>
    <w:rsid w:val="00246901"/>
    <w:rsid w:val="002F4B34"/>
    <w:rsid w:val="003254AE"/>
    <w:rsid w:val="003603E5"/>
    <w:rsid w:val="00521D38"/>
    <w:rsid w:val="00535CB3"/>
    <w:rsid w:val="00682CC0"/>
    <w:rsid w:val="00700D1B"/>
    <w:rsid w:val="007F46F4"/>
    <w:rsid w:val="008902F7"/>
    <w:rsid w:val="00AF6677"/>
    <w:rsid w:val="00B00F87"/>
    <w:rsid w:val="00D83D73"/>
    <w:rsid w:val="00DE3A66"/>
    <w:rsid w:val="00DE4B44"/>
    <w:rsid w:val="00E71014"/>
    <w:rsid w:val="00ED0531"/>
    <w:rsid w:val="00F0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D38"/>
    <w:pPr>
      <w:spacing w:line="480" w:lineRule="auto"/>
    </w:pPr>
    <w:rPr>
      <w:rFonts w:cs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603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3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66E8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6E89"/>
  </w:style>
  <w:style w:type="paragraph" w:styleId="Footer">
    <w:name w:val="footer"/>
    <w:basedOn w:val="Normal"/>
    <w:link w:val="FooterChar"/>
    <w:uiPriority w:val="99"/>
    <w:semiHidden/>
    <w:rsid w:val="00066E8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6E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Alison Greenberg</dc:creator>
  <cp:keywords/>
  <dc:description/>
  <cp:lastModifiedBy>User</cp:lastModifiedBy>
  <cp:revision>2</cp:revision>
  <cp:lastPrinted>2012-01-05T05:56:00Z</cp:lastPrinted>
  <dcterms:created xsi:type="dcterms:W3CDTF">2012-01-05T05:57:00Z</dcterms:created>
  <dcterms:modified xsi:type="dcterms:W3CDTF">2012-01-05T05:57:00Z</dcterms:modified>
</cp:coreProperties>
</file>